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52"/>
        <w:tblW w:w="15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2"/>
        <w:gridCol w:w="3050"/>
        <w:gridCol w:w="2332"/>
        <w:gridCol w:w="2454"/>
        <w:gridCol w:w="1548"/>
        <w:gridCol w:w="1658"/>
        <w:gridCol w:w="1643"/>
        <w:gridCol w:w="1863"/>
      </w:tblGrid>
      <w:tr w:rsidR="008D3E96" w:rsidRPr="005944CE" w:rsidTr="00A925B0">
        <w:tc>
          <w:tcPr>
            <w:tcW w:w="632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№</w:t>
            </w:r>
          </w:p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п/п</w:t>
            </w:r>
          </w:p>
        </w:tc>
        <w:tc>
          <w:tcPr>
            <w:tcW w:w="3050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Название субъекта оценочной деятельности</w:t>
            </w:r>
          </w:p>
        </w:tc>
        <w:tc>
          <w:tcPr>
            <w:tcW w:w="2332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Ф.И.О. руководителя</w:t>
            </w:r>
          </w:p>
        </w:tc>
        <w:tc>
          <w:tcPr>
            <w:tcW w:w="2454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Юридический адрес</w:t>
            </w:r>
          </w:p>
        </w:tc>
        <w:tc>
          <w:tcPr>
            <w:tcW w:w="1548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Дата выдачи сертификата</w:t>
            </w:r>
          </w:p>
        </w:tc>
        <w:tc>
          <w:tcPr>
            <w:tcW w:w="1658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Дата окончания действия сертификата</w:t>
            </w:r>
          </w:p>
        </w:tc>
        <w:tc>
          <w:tcPr>
            <w:tcW w:w="1643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Направления деятельности</w:t>
            </w:r>
          </w:p>
        </w:tc>
        <w:tc>
          <w:tcPr>
            <w:tcW w:w="1863" w:type="dxa"/>
            <w:vAlign w:val="center"/>
          </w:tcPr>
          <w:p w:rsidR="008D3E96" w:rsidRPr="00823098" w:rsidRDefault="008D3E96" w:rsidP="00A925B0">
            <w:pPr>
              <w:spacing w:after="0" w:line="240" w:lineRule="auto"/>
              <w:jc w:val="center"/>
              <w:rPr>
                <w:b/>
              </w:rPr>
            </w:pPr>
            <w:r w:rsidRPr="00823098">
              <w:rPr>
                <w:b/>
              </w:rPr>
              <w:t>Отметка об аннулировании сертификата</w:t>
            </w: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ФЛП Бондаренко Сергей  Сергеевич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Бондаренко Сергей  Сергеевич;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95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8888803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       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093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8899206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г. Луганск,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ул. Шевченко, 4/269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 1/15 от 05.06.2015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05.06.2017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1.1, 1.2, 1.3, 1.4, 1.5, 1.7, 2.1, 2.2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2.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ФЛП Глущенко Игорь Владимирович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Глущенко Игорь Владимирович;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050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5306394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       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093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8417570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г. Луганск,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ул. 1-й Микрорайон, 2/31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 2/15 от 08.06.2015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08.06.2017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1.1, 1.2, 1.3, 1.4, 1.5, 2.1, 2.2 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3.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ФЛП Елисеева Валентина Ивановна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Елисеева Валентина Ивановна;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050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8557973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  <w:lang w:val="en-US"/>
              </w:rPr>
              <w:t xml:space="preserve">        (022)52844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г. Алчевск,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ул. Ленина, 61/59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 3/15 от 11.06.2015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11.06.2017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1.1., 1.2, 1.3, 2.1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4.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ФЛП Бут Михаил Викторович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Бут Михаил Викторович;</w:t>
            </w:r>
          </w:p>
          <w:p w:rsidR="008D3E96" w:rsidRPr="00633BA4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050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  <w:lang w:val="en-US"/>
              </w:rPr>
              <w:t>4752858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г. Луганск,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ул. МЮДа, 123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 4/15 от 11.06.2015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11.06.2017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1.1, 1.2, 1.3, 1.4, 1.5, 1.7, 2.1, 2.2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>5</w:t>
            </w:r>
            <w:r w:rsidRPr="00ED17E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ЧП «Юридический центр</w:t>
            </w:r>
            <w:r w:rsidRPr="00ED17E3">
              <w:rPr>
                <w:sz w:val="20"/>
                <w:szCs w:val="20"/>
                <w:lang w:val="en-US"/>
              </w:rPr>
              <w:t>.</w:t>
            </w:r>
            <w:r w:rsidRPr="00ED17E3">
              <w:rPr>
                <w:sz w:val="20"/>
                <w:szCs w:val="20"/>
              </w:rPr>
              <w:t>»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>Долгополая Наталья Борисовна;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 xml:space="preserve"> тел. </w:t>
            </w:r>
            <w:r w:rsidRPr="00ED17E3">
              <w:rPr>
                <w:sz w:val="20"/>
                <w:szCs w:val="20"/>
                <w:lang w:val="en-US"/>
              </w:rPr>
              <w:t>(050)5255504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  <w:lang w:val="en-US"/>
              </w:rPr>
              <w:t xml:space="preserve">         (063)6464417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г. Краснодон,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пл. Ленина, 6/406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</w:t>
            </w:r>
            <w:r w:rsidRPr="00ED17E3">
              <w:rPr>
                <w:sz w:val="20"/>
                <w:szCs w:val="20"/>
                <w:lang w:val="en-US"/>
              </w:rPr>
              <w:t xml:space="preserve"> </w:t>
            </w:r>
            <w:r w:rsidRPr="00ED17E3">
              <w:rPr>
                <w:sz w:val="20"/>
                <w:szCs w:val="20"/>
              </w:rPr>
              <w:t>5/15 от</w:t>
            </w:r>
          </w:p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 16.06.2015 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16.06.2017</w:t>
            </w:r>
          </w:p>
        </w:tc>
        <w:tc>
          <w:tcPr>
            <w:tcW w:w="1643" w:type="dxa"/>
          </w:tcPr>
          <w:p w:rsidR="008D3E96" w:rsidRPr="006F098B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1.1, 1.2, 1.3, 1.4,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D17E3">
              <w:rPr>
                <w:sz w:val="20"/>
                <w:szCs w:val="20"/>
              </w:rPr>
              <w:t xml:space="preserve"> 1.5, 1.7</w:t>
            </w:r>
            <w:r w:rsidRPr="00ED17E3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D17E3">
              <w:rPr>
                <w:sz w:val="20"/>
                <w:szCs w:val="20"/>
                <w:lang w:val="en-US"/>
              </w:rPr>
              <w:t>2.1, 2.2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>6</w:t>
            </w:r>
            <w:r w:rsidRPr="00ED17E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ООО «Независимая оценка «Эксперт-Сервис» 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Кувычка Владимир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Виталиевич;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(050)</w:t>
            </w:r>
            <w:r w:rsidRPr="00ED17E3">
              <w:rPr>
                <w:sz w:val="20"/>
                <w:szCs w:val="20"/>
              </w:rPr>
              <w:t>6269886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       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073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4663539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г. Луганск,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ул. Острая Могила, 149/17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</w:t>
            </w:r>
            <w:r w:rsidRPr="00ED17E3">
              <w:rPr>
                <w:sz w:val="20"/>
                <w:szCs w:val="20"/>
                <w:lang w:val="en-US"/>
              </w:rPr>
              <w:t xml:space="preserve"> </w:t>
            </w:r>
            <w:r w:rsidRPr="00ED17E3">
              <w:rPr>
                <w:sz w:val="20"/>
                <w:szCs w:val="20"/>
              </w:rPr>
              <w:t>6/15 от</w:t>
            </w:r>
          </w:p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18.06.2015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18.06.2017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1.1, 1.2, 1.3, 1.7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ФЛП Рожнова Анна Валентиновна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Рожнова Анна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Валентиновна;</w:t>
            </w:r>
          </w:p>
          <w:p w:rsidR="008D3E96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050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2892315</w:t>
            </w:r>
          </w:p>
          <w:p w:rsidR="008D3E96" w:rsidRPr="007D49DE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(093)0345706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г. Луганск,</w:t>
            </w:r>
          </w:p>
          <w:p w:rsidR="008D3E96" w:rsidRPr="00E10A2F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r w:rsidRPr="00E10A2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Дзержинского</w:t>
            </w:r>
            <w:r w:rsidRPr="00E10A2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33</w:t>
            </w:r>
            <w:r w:rsidRPr="00E10A2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офис 105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</w:t>
            </w:r>
            <w:r w:rsidRPr="00ED17E3">
              <w:rPr>
                <w:sz w:val="20"/>
                <w:szCs w:val="20"/>
                <w:lang w:val="en-US"/>
              </w:rPr>
              <w:t xml:space="preserve"> </w:t>
            </w:r>
            <w:r w:rsidRPr="00ED17E3">
              <w:rPr>
                <w:sz w:val="20"/>
                <w:szCs w:val="20"/>
              </w:rPr>
              <w:t>7/15 от</w:t>
            </w:r>
          </w:p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22.06.2015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22.06.2017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>1</w:t>
            </w:r>
            <w:r w:rsidRPr="00ED17E3"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>8</w:t>
            </w:r>
            <w:r w:rsidRPr="00ED17E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ФЛП Юркин Дмитрий Альбертович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Юркин Дмитрий Альбертович;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050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6035107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D17E3">
              <w:rPr>
                <w:sz w:val="20"/>
                <w:szCs w:val="20"/>
              </w:rPr>
              <w:t>г. Брянка</w:t>
            </w:r>
            <w:r w:rsidRPr="00ED17E3">
              <w:rPr>
                <w:sz w:val="20"/>
                <w:szCs w:val="20"/>
                <w:lang w:val="en-US"/>
              </w:rPr>
              <w:t>,</w:t>
            </w:r>
            <w:r w:rsidRPr="00ED17E3">
              <w:rPr>
                <w:sz w:val="20"/>
                <w:szCs w:val="20"/>
              </w:rPr>
              <w:t xml:space="preserve">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ул. Алмазная</w:t>
            </w:r>
            <w:r w:rsidRPr="00ED17E3">
              <w:rPr>
                <w:sz w:val="20"/>
                <w:szCs w:val="20"/>
                <w:lang w:val="en-US"/>
              </w:rPr>
              <w:t>, 47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</w:t>
            </w:r>
            <w:r w:rsidRPr="00ED17E3">
              <w:rPr>
                <w:sz w:val="20"/>
                <w:szCs w:val="20"/>
                <w:lang w:val="en-US"/>
              </w:rPr>
              <w:t xml:space="preserve"> 8</w:t>
            </w:r>
            <w:r w:rsidRPr="00ED17E3">
              <w:rPr>
                <w:sz w:val="20"/>
                <w:szCs w:val="20"/>
              </w:rPr>
              <w:t>/15 от</w:t>
            </w:r>
          </w:p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2</w:t>
            </w:r>
            <w:r w:rsidRPr="00ED17E3">
              <w:rPr>
                <w:sz w:val="20"/>
                <w:szCs w:val="20"/>
                <w:lang w:val="en-US"/>
              </w:rPr>
              <w:t>3</w:t>
            </w:r>
            <w:r w:rsidRPr="00ED17E3">
              <w:rPr>
                <w:sz w:val="20"/>
                <w:szCs w:val="20"/>
              </w:rPr>
              <w:t>.06.2015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2</w:t>
            </w:r>
            <w:r w:rsidRPr="00ED17E3">
              <w:rPr>
                <w:sz w:val="20"/>
                <w:szCs w:val="20"/>
                <w:lang w:val="en-US"/>
              </w:rPr>
              <w:t>3</w:t>
            </w:r>
            <w:r w:rsidRPr="00ED17E3">
              <w:rPr>
                <w:sz w:val="20"/>
                <w:szCs w:val="20"/>
              </w:rPr>
              <w:t>.06.2017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1.1, 1.2, 1.3, 1.4, 1.5, </w:t>
            </w:r>
            <w:r w:rsidRPr="00ED17E3">
              <w:rPr>
                <w:sz w:val="20"/>
                <w:szCs w:val="20"/>
                <w:lang w:val="en-US"/>
              </w:rPr>
              <w:t>2.1, 2.2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3E96" w:rsidRPr="005944CE" w:rsidTr="00A925B0">
        <w:tc>
          <w:tcPr>
            <w:tcW w:w="632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  <w:lang w:val="en-US"/>
              </w:rPr>
              <w:t>9</w:t>
            </w:r>
            <w:r w:rsidRPr="00ED17E3">
              <w:rPr>
                <w:sz w:val="20"/>
                <w:szCs w:val="20"/>
              </w:rPr>
              <w:t>.</w:t>
            </w:r>
          </w:p>
        </w:tc>
        <w:tc>
          <w:tcPr>
            <w:tcW w:w="3050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ООО «Амадей 1»</w:t>
            </w:r>
          </w:p>
        </w:tc>
        <w:tc>
          <w:tcPr>
            <w:tcW w:w="2332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Гречина Неля Викторовна;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тел.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099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4403224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        </w:t>
            </w:r>
            <w:r w:rsidRPr="00ED17E3">
              <w:rPr>
                <w:sz w:val="20"/>
                <w:szCs w:val="20"/>
                <w:lang w:val="en-US"/>
              </w:rPr>
              <w:t>(</w:t>
            </w:r>
            <w:r w:rsidRPr="00ED17E3">
              <w:rPr>
                <w:sz w:val="20"/>
                <w:szCs w:val="20"/>
              </w:rPr>
              <w:t>063</w:t>
            </w:r>
            <w:r w:rsidRPr="00ED17E3">
              <w:rPr>
                <w:sz w:val="20"/>
                <w:szCs w:val="20"/>
                <w:lang w:val="en-US"/>
              </w:rPr>
              <w:t>)</w:t>
            </w:r>
            <w:r w:rsidRPr="00ED17E3">
              <w:rPr>
                <w:sz w:val="20"/>
                <w:szCs w:val="20"/>
              </w:rPr>
              <w:t>1794591</w:t>
            </w:r>
          </w:p>
        </w:tc>
        <w:tc>
          <w:tcPr>
            <w:tcW w:w="2454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г. Луганск, </w:t>
            </w:r>
          </w:p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ул. Оборонная, 101К</w:t>
            </w:r>
          </w:p>
        </w:tc>
        <w:tc>
          <w:tcPr>
            <w:tcW w:w="154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№ 9/15 от 06.07.2015</w:t>
            </w:r>
          </w:p>
        </w:tc>
        <w:tc>
          <w:tcPr>
            <w:tcW w:w="1658" w:type="dxa"/>
            <w:vAlign w:val="center"/>
          </w:tcPr>
          <w:p w:rsidR="008D3E96" w:rsidRPr="00ED17E3" w:rsidRDefault="008D3E96" w:rsidP="00A925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>06.07.2017</w:t>
            </w:r>
          </w:p>
        </w:tc>
        <w:tc>
          <w:tcPr>
            <w:tcW w:w="164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  <w:r w:rsidRPr="00ED17E3">
              <w:rPr>
                <w:sz w:val="20"/>
                <w:szCs w:val="20"/>
              </w:rPr>
              <w:t xml:space="preserve">1.1, 1.2, 1.3, 1.4,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D17E3">
              <w:rPr>
                <w:sz w:val="20"/>
                <w:szCs w:val="20"/>
              </w:rPr>
              <w:t>1.5, 2.1, 2.2</w:t>
            </w:r>
          </w:p>
        </w:tc>
        <w:tc>
          <w:tcPr>
            <w:tcW w:w="1863" w:type="dxa"/>
          </w:tcPr>
          <w:p w:rsidR="008D3E96" w:rsidRPr="00ED17E3" w:rsidRDefault="008D3E96" w:rsidP="00A925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D3E96" w:rsidRPr="00823098" w:rsidRDefault="008D3E96" w:rsidP="00A925B0">
      <w:pPr>
        <w:jc w:val="center"/>
        <w:rPr>
          <w:b/>
          <w:sz w:val="32"/>
          <w:szCs w:val="32"/>
        </w:rPr>
      </w:pPr>
      <w:r w:rsidRPr="00823098">
        <w:rPr>
          <w:b/>
          <w:sz w:val="32"/>
          <w:szCs w:val="32"/>
        </w:rPr>
        <w:t>Реестр субъектов оценочной деятельности Луганской Народной Республики</w:t>
      </w:r>
    </w:p>
    <w:p w:rsidR="008D3E96" w:rsidRPr="00A911D8" w:rsidRDefault="008D3E96" w:rsidP="00A911D8">
      <w:pPr>
        <w:jc w:val="center"/>
        <w:rPr>
          <w:b/>
          <w:sz w:val="32"/>
          <w:szCs w:val="32"/>
        </w:rPr>
      </w:pPr>
      <w:r w:rsidRPr="00A911D8">
        <w:rPr>
          <w:b/>
          <w:sz w:val="32"/>
          <w:szCs w:val="32"/>
        </w:rPr>
        <w:t>Реестр субъектов оценочной деятельности Луганской Народной Республики</w:t>
      </w:r>
    </w:p>
    <w:p w:rsidR="008D3E96" w:rsidRPr="00A925B0" w:rsidRDefault="008D3E96" w:rsidP="0078054A">
      <w:pPr>
        <w:rPr>
          <w:b/>
          <w:sz w:val="24"/>
          <w:szCs w:val="24"/>
        </w:rPr>
      </w:pPr>
    </w:p>
    <w:tbl>
      <w:tblPr>
        <w:tblpPr w:leftFromText="180" w:rightFromText="180" w:horzAnchor="margin" w:tblpY="1081"/>
        <w:tblW w:w="15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2"/>
        <w:gridCol w:w="3050"/>
        <w:gridCol w:w="2332"/>
        <w:gridCol w:w="2454"/>
        <w:gridCol w:w="1548"/>
        <w:gridCol w:w="1658"/>
        <w:gridCol w:w="1643"/>
        <w:gridCol w:w="1863"/>
      </w:tblGrid>
      <w:tr w:rsidR="008D3E96" w:rsidRPr="00A46F84" w:rsidTr="00510CA2">
        <w:tc>
          <w:tcPr>
            <w:tcW w:w="632" w:type="dxa"/>
            <w:vAlign w:val="center"/>
          </w:tcPr>
          <w:p w:rsidR="008D3E96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050" w:type="dxa"/>
            <w:vAlign w:val="center"/>
          </w:tcPr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6F84">
              <w:rPr>
                <w:b/>
                <w:sz w:val="24"/>
                <w:szCs w:val="24"/>
              </w:rPr>
              <w:t>Название субъекта оценочной деятельности</w:t>
            </w:r>
          </w:p>
        </w:tc>
        <w:tc>
          <w:tcPr>
            <w:tcW w:w="2332" w:type="dxa"/>
            <w:vAlign w:val="center"/>
          </w:tcPr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6F84">
              <w:rPr>
                <w:b/>
                <w:sz w:val="24"/>
                <w:szCs w:val="24"/>
              </w:rPr>
              <w:t>Ф.И.О. руководителя</w:t>
            </w:r>
          </w:p>
        </w:tc>
        <w:tc>
          <w:tcPr>
            <w:tcW w:w="2454" w:type="dxa"/>
            <w:vAlign w:val="center"/>
          </w:tcPr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6F84">
              <w:rPr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1548" w:type="dxa"/>
            <w:vAlign w:val="center"/>
          </w:tcPr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6F84">
              <w:rPr>
                <w:b/>
                <w:sz w:val="24"/>
                <w:szCs w:val="24"/>
              </w:rPr>
              <w:t>Дата выдачи сертификата</w:t>
            </w:r>
          </w:p>
        </w:tc>
        <w:tc>
          <w:tcPr>
            <w:tcW w:w="1658" w:type="dxa"/>
            <w:vAlign w:val="center"/>
          </w:tcPr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6F84">
              <w:rPr>
                <w:b/>
                <w:sz w:val="24"/>
                <w:szCs w:val="24"/>
              </w:rPr>
              <w:t>Дата окончания действия сертификата</w:t>
            </w:r>
          </w:p>
        </w:tc>
        <w:tc>
          <w:tcPr>
            <w:tcW w:w="1643" w:type="dxa"/>
            <w:vAlign w:val="center"/>
          </w:tcPr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6F84">
              <w:rPr>
                <w:b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1863" w:type="dxa"/>
            <w:vAlign w:val="center"/>
          </w:tcPr>
          <w:p w:rsidR="008D3E96" w:rsidRPr="00A46F84" w:rsidRDefault="008D3E96" w:rsidP="00510CA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Отметка об аннулировании сертификата</w:t>
            </w:r>
          </w:p>
        </w:tc>
      </w:tr>
      <w:tr w:rsidR="008D3E96" w:rsidRPr="005944CE" w:rsidTr="00510CA2">
        <w:tc>
          <w:tcPr>
            <w:tcW w:w="632" w:type="dxa"/>
            <w:vAlign w:val="center"/>
          </w:tcPr>
          <w:p w:rsidR="008D3E96" w:rsidRPr="00687557" w:rsidRDefault="008D3E96" w:rsidP="008604A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68755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050" w:type="dxa"/>
            <w:vAlign w:val="center"/>
          </w:tcPr>
          <w:p w:rsidR="008D3E96" w:rsidRPr="00CE7A0F" w:rsidRDefault="008D3E96" w:rsidP="008604AB">
            <w:pPr>
              <w:spacing w:after="0" w:line="240" w:lineRule="auto"/>
              <w:rPr>
                <w:sz w:val="20"/>
                <w:szCs w:val="20"/>
              </w:rPr>
            </w:pPr>
            <w:r w:rsidRPr="00CE7A0F">
              <w:rPr>
                <w:sz w:val="20"/>
                <w:szCs w:val="20"/>
              </w:rPr>
              <w:t xml:space="preserve">ООО </w:t>
            </w:r>
            <w:r w:rsidRPr="00CE7A0F">
              <w:rPr>
                <w:color w:val="000000"/>
                <w:sz w:val="20"/>
                <w:szCs w:val="20"/>
              </w:rPr>
              <w:t>«Пролисок-Луга»</w:t>
            </w:r>
          </w:p>
        </w:tc>
        <w:tc>
          <w:tcPr>
            <w:tcW w:w="2332" w:type="dxa"/>
          </w:tcPr>
          <w:p w:rsidR="008D3E96" w:rsidRPr="00CE7A0F" w:rsidRDefault="008D3E96" w:rsidP="008604AB">
            <w:pPr>
              <w:spacing w:after="0" w:line="240" w:lineRule="auto"/>
              <w:rPr>
                <w:sz w:val="20"/>
                <w:szCs w:val="20"/>
              </w:rPr>
            </w:pPr>
            <w:r w:rsidRPr="00CE7A0F">
              <w:rPr>
                <w:sz w:val="20"/>
                <w:szCs w:val="20"/>
              </w:rPr>
              <w:t>Малюженко Светлана Юрьевна;</w:t>
            </w:r>
          </w:p>
          <w:p w:rsidR="008D3E96" w:rsidRPr="00CE7A0F" w:rsidRDefault="008D3E96" w:rsidP="008604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</w:t>
            </w:r>
            <w:r w:rsidRPr="00CE7A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E7A0F">
              <w:rPr>
                <w:sz w:val="20"/>
                <w:szCs w:val="20"/>
              </w:rPr>
              <w:t>(050)5966635</w:t>
            </w:r>
          </w:p>
          <w:p w:rsidR="008D3E96" w:rsidRPr="00CE7A0F" w:rsidRDefault="008D3E96" w:rsidP="008604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CE7A0F">
              <w:rPr>
                <w:sz w:val="20"/>
                <w:szCs w:val="20"/>
              </w:rPr>
              <w:t>(063)3480626</w:t>
            </w:r>
          </w:p>
        </w:tc>
        <w:tc>
          <w:tcPr>
            <w:tcW w:w="2454" w:type="dxa"/>
            <w:vAlign w:val="center"/>
          </w:tcPr>
          <w:p w:rsidR="008D3E96" w:rsidRPr="00CE7A0F" w:rsidRDefault="008D3E96" w:rsidP="008604A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CE7A0F">
              <w:rPr>
                <w:color w:val="000000"/>
                <w:sz w:val="20"/>
                <w:szCs w:val="20"/>
              </w:rPr>
              <w:t xml:space="preserve">г. Луганск, </w:t>
            </w:r>
          </w:p>
          <w:p w:rsidR="008D3E96" w:rsidRPr="00CE7A0F" w:rsidRDefault="008D3E96" w:rsidP="008604AB">
            <w:pPr>
              <w:spacing w:after="0" w:line="240" w:lineRule="auto"/>
              <w:rPr>
                <w:sz w:val="20"/>
                <w:szCs w:val="20"/>
              </w:rPr>
            </w:pPr>
            <w:r w:rsidRPr="00CE7A0F">
              <w:rPr>
                <w:color w:val="000000"/>
                <w:sz w:val="20"/>
                <w:szCs w:val="20"/>
              </w:rPr>
              <w:t>ул. Красная площадь, 2</w:t>
            </w:r>
          </w:p>
        </w:tc>
        <w:tc>
          <w:tcPr>
            <w:tcW w:w="1548" w:type="dxa"/>
            <w:vAlign w:val="center"/>
          </w:tcPr>
          <w:p w:rsidR="008D3E96" w:rsidRPr="00CE7A0F" w:rsidRDefault="008D3E96" w:rsidP="008604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E7A0F">
              <w:rPr>
                <w:sz w:val="20"/>
                <w:szCs w:val="20"/>
              </w:rPr>
              <w:t>№ 10/15 от 20.07.2015</w:t>
            </w:r>
          </w:p>
        </w:tc>
        <w:tc>
          <w:tcPr>
            <w:tcW w:w="1658" w:type="dxa"/>
            <w:vAlign w:val="center"/>
          </w:tcPr>
          <w:p w:rsidR="008D3E96" w:rsidRPr="00CE7A0F" w:rsidRDefault="008D3E96" w:rsidP="008604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E7A0F">
              <w:rPr>
                <w:sz w:val="20"/>
                <w:szCs w:val="20"/>
              </w:rPr>
              <w:t>20.07.2017</w:t>
            </w:r>
          </w:p>
        </w:tc>
        <w:tc>
          <w:tcPr>
            <w:tcW w:w="1643" w:type="dxa"/>
          </w:tcPr>
          <w:p w:rsidR="008D3E96" w:rsidRPr="00CE7A0F" w:rsidRDefault="008D3E96" w:rsidP="008604AB">
            <w:pPr>
              <w:spacing w:after="0" w:line="240" w:lineRule="auto"/>
              <w:rPr>
                <w:sz w:val="20"/>
                <w:szCs w:val="20"/>
              </w:rPr>
            </w:pPr>
            <w:r w:rsidRPr="00CE7A0F">
              <w:rPr>
                <w:sz w:val="20"/>
                <w:szCs w:val="20"/>
              </w:rPr>
              <w:t>1.1, 1.2, 1.3, 1.4,  1.5, 1.7, 2.1, 2.2</w:t>
            </w:r>
          </w:p>
        </w:tc>
        <w:tc>
          <w:tcPr>
            <w:tcW w:w="1863" w:type="dxa"/>
          </w:tcPr>
          <w:p w:rsidR="008D3E96" w:rsidRPr="005944CE" w:rsidRDefault="008D3E96" w:rsidP="008604A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3E96" w:rsidRPr="005944CE" w:rsidTr="00510CA2">
        <w:tc>
          <w:tcPr>
            <w:tcW w:w="632" w:type="dxa"/>
            <w:vAlign w:val="center"/>
          </w:tcPr>
          <w:p w:rsidR="008D3E96" w:rsidRPr="00BB3996" w:rsidRDefault="008D3E96" w:rsidP="00510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11</w:t>
            </w:r>
          </w:p>
        </w:tc>
        <w:tc>
          <w:tcPr>
            <w:tcW w:w="3050" w:type="dxa"/>
            <w:vAlign w:val="center"/>
          </w:tcPr>
          <w:p w:rsidR="008D3E96" w:rsidRPr="00BB3996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ЧП «Альтаир-И.Р.Ф.»</w:t>
            </w:r>
          </w:p>
        </w:tc>
        <w:tc>
          <w:tcPr>
            <w:tcW w:w="2332" w:type="dxa"/>
          </w:tcPr>
          <w:p w:rsidR="008D3E96" w:rsidRPr="00BB3996" w:rsidRDefault="008D3E96" w:rsidP="00510CA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B3996">
              <w:rPr>
                <w:sz w:val="20"/>
                <w:szCs w:val="20"/>
              </w:rPr>
              <w:t>Имамов Ринат Фанисович</w:t>
            </w:r>
            <w:r w:rsidRPr="00BB3996">
              <w:rPr>
                <w:sz w:val="20"/>
                <w:szCs w:val="20"/>
                <w:lang w:val="en-US"/>
              </w:rPr>
              <w:t>;</w:t>
            </w:r>
          </w:p>
          <w:p w:rsidR="008D3E96" w:rsidRPr="00BB3996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тел</w:t>
            </w:r>
            <w:r w:rsidRPr="00BB3996">
              <w:rPr>
                <w:sz w:val="20"/>
                <w:szCs w:val="20"/>
                <w:lang w:val="en-US"/>
              </w:rPr>
              <w:t xml:space="preserve">. </w:t>
            </w:r>
            <w:r w:rsidRPr="00BB3996">
              <w:rPr>
                <w:sz w:val="20"/>
                <w:szCs w:val="20"/>
              </w:rPr>
              <w:t>(050)8447769</w:t>
            </w:r>
          </w:p>
          <w:p w:rsidR="008D3E96" w:rsidRPr="00BB3996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 xml:space="preserve">        (093)0445097</w:t>
            </w:r>
          </w:p>
          <w:p w:rsidR="008D3E96" w:rsidRPr="006C4B96" w:rsidRDefault="008D3E96" w:rsidP="00510CA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B3996">
              <w:rPr>
                <w:sz w:val="20"/>
                <w:szCs w:val="20"/>
              </w:rPr>
              <w:t xml:space="preserve">        (06431)32442</w:t>
            </w:r>
          </w:p>
        </w:tc>
        <w:tc>
          <w:tcPr>
            <w:tcW w:w="2454" w:type="dxa"/>
            <w:vAlign w:val="center"/>
          </w:tcPr>
          <w:p w:rsidR="008D3E96" w:rsidRPr="00851DD8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г</w:t>
            </w:r>
            <w:r w:rsidRPr="00851DD8">
              <w:rPr>
                <w:sz w:val="20"/>
                <w:szCs w:val="20"/>
              </w:rPr>
              <w:t>.</w:t>
            </w:r>
            <w:r w:rsidRPr="00BB3996">
              <w:rPr>
                <w:sz w:val="20"/>
                <w:szCs w:val="20"/>
              </w:rPr>
              <w:t xml:space="preserve"> Антрацит</w:t>
            </w:r>
            <w:r w:rsidRPr="00851DD8">
              <w:rPr>
                <w:sz w:val="20"/>
                <w:szCs w:val="20"/>
              </w:rPr>
              <w:t xml:space="preserve">, </w:t>
            </w:r>
          </w:p>
          <w:p w:rsidR="008D3E96" w:rsidRPr="00A8267D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ул</w:t>
            </w:r>
            <w:r w:rsidRPr="00851DD8">
              <w:rPr>
                <w:sz w:val="20"/>
                <w:szCs w:val="20"/>
              </w:rPr>
              <w:t>.</w:t>
            </w:r>
            <w:r w:rsidRPr="00BB3996">
              <w:rPr>
                <w:sz w:val="20"/>
                <w:szCs w:val="20"/>
              </w:rPr>
              <w:t xml:space="preserve"> Петровского</w:t>
            </w:r>
            <w:r w:rsidRPr="00851DD8">
              <w:rPr>
                <w:sz w:val="20"/>
                <w:szCs w:val="20"/>
              </w:rPr>
              <w:t xml:space="preserve">, 17, </w:t>
            </w:r>
            <w:r w:rsidRPr="00A8267D">
              <w:rPr>
                <w:sz w:val="20"/>
                <w:szCs w:val="20"/>
              </w:rPr>
              <w:t xml:space="preserve"> </w:t>
            </w:r>
          </w:p>
          <w:p w:rsidR="008D3E96" w:rsidRPr="00BB3996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офис 3</w:t>
            </w:r>
          </w:p>
        </w:tc>
        <w:tc>
          <w:tcPr>
            <w:tcW w:w="1548" w:type="dxa"/>
            <w:vAlign w:val="center"/>
          </w:tcPr>
          <w:p w:rsidR="008D3E96" w:rsidRPr="00BB3996" w:rsidRDefault="008D3E96" w:rsidP="00510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№ 11/15 от 22.07.2015</w:t>
            </w:r>
          </w:p>
        </w:tc>
        <w:tc>
          <w:tcPr>
            <w:tcW w:w="1658" w:type="dxa"/>
            <w:vAlign w:val="center"/>
          </w:tcPr>
          <w:p w:rsidR="008D3E96" w:rsidRPr="00BB3996" w:rsidRDefault="008D3E96" w:rsidP="00510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22.07.2017</w:t>
            </w:r>
          </w:p>
        </w:tc>
        <w:tc>
          <w:tcPr>
            <w:tcW w:w="1643" w:type="dxa"/>
          </w:tcPr>
          <w:p w:rsidR="008D3E96" w:rsidRPr="00BB3996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  <w:r w:rsidRPr="00BB3996">
              <w:rPr>
                <w:sz w:val="20"/>
                <w:szCs w:val="20"/>
              </w:rPr>
              <w:t>1.1, 1.2, 1.3, 1.7</w:t>
            </w:r>
          </w:p>
        </w:tc>
        <w:tc>
          <w:tcPr>
            <w:tcW w:w="1863" w:type="dxa"/>
          </w:tcPr>
          <w:p w:rsidR="008D3E96" w:rsidRPr="00BB3996" w:rsidRDefault="008D3E96" w:rsidP="00510CA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D3E96" w:rsidRPr="00286186" w:rsidRDefault="008D3E96" w:rsidP="00F07160">
      <w:pPr>
        <w:jc w:val="center"/>
        <w:rPr>
          <w:b/>
          <w:sz w:val="32"/>
          <w:szCs w:val="32"/>
        </w:rPr>
      </w:pPr>
    </w:p>
    <w:sectPr w:rsidR="008D3E96" w:rsidRPr="00286186" w:rsidSect="005A3C9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384"/>
    <w:rsid w:val="0000396E"/>
    <w:rsid w:val="00016A95"/>
    <w:rsid w:val="00040322"/>
    <w:rsid w:val="00077328"/>
    <w:rsid w:val="00086CCF"/>
    <w:rsid w:val="00091F7B"/>
    <w:rsid w:val="000A4478"/>
    <w:rsid w:val="000E1529"/>
    <w:rsid w:val="00133A49"/>
    <w:rsid w:val="0016397F"/>
    <w:rsid w:val="0017331A"/>
    <w:rsid w:val="001B5889"/>
    <w:rsid w:val="001F3189"/>
    <w:rsid w:val="00215949"/>
    <w:rsid w:val="002520D0"/>
    <w:rsid w:val="0026049A"/>
    <w:rsid w:val="00261A4D"/>
    <w:rsid w:val="0027739B"/>
    <w:rsid w:val="00286186"/>
    <w:rsid w:val="002A7979"/>
    <w:rsid w:val="0031459D"/>
    <w:rsid w:val="00351205"/>
    <w:rsid w:val="00373688"/>
    <w:rsid w:val="00380EA1"/>
    <w:rsid w:val="0039485B"/>
    <w:rsid w:val="003A0F71"/>
    <w:rsid w:val="003D7C57"/>
    <w:rsid w:val="003F65C4"/>
    <w:rsid w:val="00412CFA"/>
    <w:rsid w:val="004332CA"/>
    <w:rsid w:val="00440DBB"/>
    <w:rsid w:val="00446C9E"/>
    <w:rsid w:val="004718A2"/>
    <w:rsid w:val="004C056B"/>
    <w:rsid w:val="004F3BBA"/>
    <w:rsid w:val="00507B49"/>
    <w:rsid w:val="00510CA2"/>
    <w:rsid w:val="0051162A"/>
    <w:rsid w:val="005403FE"/>
    <w:rsid w:val="00541807"/>
    <w:rsid w:val="00541E42"/>
    <w:rsid w:val="00562691"/>
    <w:rsid w:val="0056555E"/>
    <w:rsid w:val="00567370"/>
    <w:rsid w:val="00572C9C"/>
    <w:rsid w:val="005944CE"/>
    <w:rsid w:val="00594C5C"/>
    <w:rsid w:val="005A3C9B"/>
    <w:rsid w:val="005B6384"/>
    <w:rsid w:val="005D28BC"/>
    <w:rsid w:val="005E18D1"/>
    <w:rsid w:val="005F2BA4"/>
    <w:rsid w:val="005F5F33"/>
    <w:rsid w:val="00604DBA"/>
    <w:rsid w:val="00627640"/>
    <w:rsid w:val="00633BA4"/>
    <w:rsid w:val="00633DA4"/>
    <w:rsid w:val="006361D0"/>
    <w:rsid w:val="00672DBC"/>
    <w:rsid w:val="00687557"/>
    <w:rsid w:val="00697813"/>
    <w:rsid w:val="006C0CB9"/>
    <w:rsid w:val="006C4B96"/>
    <w:rsid w:val="006F098B"/>
    <w:rsid w:val="00715194"/>
    <w:rsid w:val="007449A9"/>
    <w:rsid w:val="00766453"/>
    <w:rsid w:val="0078054A"/>
    <w:rsid w:val="00786A16"/>
    <w:rsid w:val="007A50CF"/>
    <w:rsid w:val="007B1FE9"/>
    <w:rsid w:val="007C7B18"/>
    <w:rsid w:val="007D49DE"/>
    <w:rsid w:val="00823098"/>
    <w:rsid w:val="00823518"/>
    <w:rsid w:val="00851DD8"/>
    <w:rsid w:val="008575C9"/>
    <w:rsid w:val="00857EC2"/>
    <w:rsid w:val="008604AB"/>
    <w:rsid w:val="00876DFF"/>
    <w:rsid w:val="00881348"/>
    <w:rsid w:val="00894B80"/>
    <w:rsid w:val="008D1735"/>
    <w:rsid w:val="008D3E96"/>
    <w:rsid w:val="008E11E4"/>
    <w:rsid w:val="009379E3"/>
    <w:rsid w:val="00976B54"/>
    <w:rsid w:val="009C48F6"/>
    <w:rsid w:val="009C5B33"/>
    <w:rsid w:val="00A16EEE"/>
    <w:rsid w:val="00A46F84"/>
    <w:rsid w:val="00A64D22"/>
    <w:rsid w:val="00A705E9"/>
    <w:rsid w:val="00A8074A"/>
    <w:rsid w:val="00A8267D"/>
    <w:rsid w:val="00A911D8"/>
    <w:rsid w:val="00A925B0"/>
    <w:rsid w:val="00AB37B2"/>
    <w:rsid w:val="00AC1E00"/>
    <w:rsid w:val="00B002C2"/>
    <w:rsid w:val="00B172FA"/>
    <w:rsid w:val="00B85831"/>
    <w:rsid w:val="00BA3ADE"/>
    <w:rsid w:val="00BA714D"/>
    <w:rsid w:val="00BB298A"/>
    <w:rsid w:val="00BB3996"/>
    <w:rsid w:val="00BC2AA4"/>
    <w:rsid w:val="00BC2B35"/>
    <w:rsid w:val="00BD1521"/>
    <w:rsid w:val="00C15BB7"/>
    <w:rsid w:val="00C45191"/>
    <w:rsid w:val="00C5270A"/>
    <w:rsid w:val="00C634D5"/>
    <w:rsid w:val="00C76135"/>
    <w:rsid w:val="00C90402"/>
    <w:rsid w:val="00CB1CB7"/>
    <w:rsid w:val="00CC1507"/>
    <w:rsid w:val="00CD0CA7"/>
    <w:rsid w:val="00CE7A0F"/>
    <w:rsid w:val="00D51184"/>
    <w:rsid w:val="00D9671B"/>
    <w:rsid w:val="00DA0F00"/>
    <w:rsid w:val="00DA6A09"/>
    <w:rsid w:val="00DC1575"/>
    <w:rsid w:val="00DE689B"/>
    <w:rsid w:val="00E10726"/>
    <w:rsid w:val="00E10A2F"/>
    <w:rsid w:val="00E27D7D"/>
    <w:rsid w:val="00E52214"/>
    <w:rsid w:val="00E9668A"/>
    <w:rsid w:val="00EB66BA"/>
    <w:rsid w:val="00EC6515"/>
    <w:rsid w:val="00ED17E3"/>
    <w:rsid w:val="00EE50D1"/>
    <w:rsid w:val="00EF3FB6"/>
    <w:rsid w:val="00F02652"/>
    <w:rsid w:val="00F07160"/>
    <w:rsid w:val="00F415F0"/>
    <w:rsid w:val="00FA0842"/>
    <w:rsid w:val="00FA4EED"/>
    <w:rsid w:val="00FA70BC"/>
    <w:rsid w:val="00FB7B85"/>
    <w:rsid w:val="00FD26D3"/>
    <w:rsid w:val="00FD6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8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63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323</TotalTime>
  <Pages>2</Pages>
  <Words>402</Words>
  <Characters>2292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субъекта оценочной деятельности</dc:title>
  <dc:subject/>
  <dc:creator>Admin</dc:creator>
  <cp:keywords/>
  <dc:description/>
  <cp:lastModifiedBy>Яна</cp:lastModifiedBy>
  <cp:revision>41</cp:revision>
  <cp:lastPrinted>2015-08-10T07:35:00Z</cp:lastPrinted>
  <dcterms:created xsi:type="dcterms:W3CDTF">2015-06-04T11:46:00Z</dcterms:created>
  <dcterms:modified xsi:type="dcterms:W3CDTF">2015-08-10T07:40:00Z</dcterms:modified>
</cp:coreProperties>
</file>